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E94DB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6451625C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13744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604158FC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5FF9550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90FE8C3" w14:textId="4A1B8ACF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8C7FB1" w:rsidRPr="008C7FB1">
        <w:rPr>
          <w:rFonts w:hAnsi="ＭＳ 明朝" w:hint="eastAsia"/>
          <w:spacing w:val="16"/>
          <w:sz w:val="21"/>
          <w:szCs w:val="21"/>
        </w:rPr>
        <w:t>循環器・呼吸器病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726184B6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2D2E5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57423B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094929F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EC9B8A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3BBD9EC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482314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1A8847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8EDF0B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396F01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45646C61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89E981C" w14:textId="43243BFB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E0C46" w:rsidRPr="002E0C46">
        <w:rPr>
          <w:rFonts w:hAnsi="ＭＳ 明朝" w:hint="eastAsia"/>
          <w:spacing w:val="16"/>
          <w:sz w:val="21"/>
          <w:szCs w:val="21"/>
        </w:rPr>
        <w:t>埼玉県立</w:t>
      </w:r>
      <w:r w:rsidR="008C7FB1" w:rsidRPr="008C7FB1">
        <w:rPr>
          <w:rFonts w:hAnsi="ＭＳ 明朝" w:hint="eastAsia"/>
          <w:spacing w:val="16"/>
          <w:sz w:val="21"/>
          <w:szCs w:val="21"/>
        </w:rPr>
        <w:t>循環器・呼吸器病</w:t>
      </w:r>
      <w:r w:rsidR="002E0C46" w:rsidRPr="002E0C46">
        <w:rPr>
          <w:rFonts w:hAnsi="ＭＳ 明朝" w:hint="eastAsia"/>
          <w:spacing w:val="16"/>
          <w:sz w:val="21"/>
          <w:szCs w:val="21"/>
        </w:rPr>
        <w:t>センター夜間看護補助業務に係る労働者派遣</w:t>
      </w:r>
      <w:r w:rsidR="00D44EA3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373E3FF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A28BFBE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850D422" w14:textId="0DC61DB3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514D6" w:rsidRPr="004F030E">
        <w:rPr>
          <w:rFonts w:hAnsi="ＭＳ 明朝" w:hint="eastAsia"/>
          <w:spacing w:val="16"/>
          <w:szCs w:val="22"/>
        </w:rPr>
        <w:t>令和</w:t>
      </w:r>
      <w:r w:rsidR="00AD77B6">
        <w:rPr>
          <w:rFonts w:hAnsi="ＭＳ 明朝" w:hint="eastAsia"/>
          <w:spacing w:val="16"/>
          <w:szCs w:val="22"/>
        </w:rPr>
        <w:t>８</w:t>
      </w:r>
      <w:r w:rsidR="003514D6" w:rsidRPr="004F030E">
        <w:rPr>
          <w:rFonts w:hAnsi="ＭＳ 明朝" w:hint="eastAsia"/>
          <w:spacing w:val="16"/>
          <w:szCs w:val="22"/>
        </w:rPr>
        <w:t>年</w:t>
      </w:r>
      <w:r w:rsidR="00896C95">
        <w:rPr>
          <w:rFonts w:hAnsi="ＭＳ 明朝" w:hint="eastAsia"/>
          <w:spacing w:val="16"/>
          <w:szCs w:val="22"/>
        </w:rPr>
        <w:t>１</w:t>
      </w:r>
      <w:r w:rsidR="003514D6" w:rsidRPr="004F030E">
        <w:rPr>
          <w:rFonts w:hAnsi="ＭＳ 明朝" w:hint="eastAsia"/>
          <w:spacing w:val="16"/>
          <w:szCs w:val="22"/>
        </w:rPr>
        <w:t>月</w:t>
      </w:r>
      <w:r w:rsidR="00AD77B6">
        <w:rPr>
          <w:rFonts w:hAnsi="ＭＳ 明朝" w:hint="eastAsia"/>
          <w:spacing w:val="16"/>
          <w:szCs w:val="22"/>
        </w:rPr>
        <w:t>９</w:t>
      </w:r>
      <w:r w:rsidR="003514D6" w:rsidRPr="004F030E">
        <w:rPr>
          <w:rFonts w:hAnsi="ＭＳ 明朝" w:hint="eastAsia"/>
          <w:spacing w:val="16"/>
          <w:szCs w:val="22"/>
        </w:rPr>
        <w:t>日（</w:t>
      </w:r>
      <w:r w:rsidR="00AD77B6">
        <w:rPr>
          <w:rFonts w:hAnsi="ＭＳ 明朝" w:hint="eastAsia"/>
          <w:spacing w:val="16"/>
          <w:szCs w:val="22"/>
        </w:rPr>
        <w:t>金</w:t>
      </w:r>
      <w:r w:rsidR="003514D6" w:rsidRPr="004F030E">
        <w:rPr>
          <w:rFonts w:hAnsi="ＭＳ 明朝" w:hint="eastAsia"/>
          <w:spacing w:val="16"/>
          <w:szCs w:val="22"/>
        </w:rPr>
        <w:t>）</w:t>
      </w:r>
    </w:p>
    <w:p w14:paraId="0FE6FCB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B799C39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736B02D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B58943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03A34E1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6C31DB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140B792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7347A3C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4A63A3D" w14:textId="77777777" w:rsidTr="00520537">
        <w:tc>
          <w:tcPr>
            <w:tcW w:w="2456" w:type="dxa"/>
            <w:vAlign w:val="center"/>
          </w:tcPr>
          <w:p w14:paraId="5341FCD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258D313A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919EADC" w14:textId="77777777" w:rsidTr="00520537">
        <w:tc>
          <w:tcPr>
            <w:tcW w:w="2456" w:type="dxa"/>
            <w:vAlign w:val="center"/>
          </w:tcPr>
          <w:p w14:paraId="68150A8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0A41CB1E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839D61E" w14:textId="77777777" w:rsidTr="00D20A7B">
        <w:tc>
          <w:tcPr>
            <w:tcW w:w="2456" w:type="dxa"/>
            <w:vAlign w:val="center"/>
          </w:tcPr>
          <w:p w14:paraId="1253ACC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8F4C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B72B0D5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9F6CCF9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C222E0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64C4D2F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6D908BD2" w14:textId="77777777" w:rsidTr="00520537">
        <w:tc>
          <w:tcPr>
            <w:tcW w:w="2456" w:type="dxa"/>
            <w:vAlign w:val="center"/>
          </w:tcPr>
          <w:p w14:paraId="5DD83921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B14871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D50F624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05FFB0D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D3052A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01DF474E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6DBF3A2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612BF" w14:textId="77777777" w:rsidR="004B3154" w:rsidRDefault="004B3154">
      <w:r>
        <w:separator/>
      </w:r>
    </w:p>
  </w:endnote>
  <w:endnote w:type="continuationSeparator" w:id="0">
    <w:p w14:paraId="7ECF43F1" w14:textId="77777777" w:rsidR="004B3154" w:rsidRDefault="004B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ＭＳ 明朝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5AB6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BAE0203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AEA56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0526E" w14:textId="77777777" w:rsidR="004B3154" w:rsidRDefault="004B3154">
      <w:r>
        <w:separator/>
      </w:r>
    </w:p>
  </w:footnote>
  <w:footnote w:type="continuationSeparator" w:id="0">
    <w:p w14:paraId="32256BAB" w14:textId="77777777" w:rsidR="004B3154" w:rsidRDefault="004B3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74BC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569120232">
    <w:abstractNumId w:val="4"/>
  </w:num>
  <w:num w:numId="2" w16cid:durableId="674843233">
    <w:abstractNumId w:val="0"/>
  </w:num>
  <w:num w:numId="3" w16cid:durableId="1641888238">
    <w:abstractNumId w:val="3"/>
  </w:num>
  <w:num w:numId="4" w16cid:durableId="2003655711">
    <w:abstractNumId w:val="1"/>
  </w:num>
  <w:num w:numId="5" w16cid:durableId="475922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0C46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14D6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19D"/>
    <w:rsid w:val="00486520"/>
    <w:rsid w:val="00487AFC"/>
    <w:rsid w:val="00493354"/>
    <w:rsid w:val="004A092B"/>
    <w:rsid w:val="004A475D"/>
    <w:rsid w:val="004A60CD"/>
    <w:rsid w:val="004B26AC"/>
    <w:rsid w:val="004B2BBF"/>
    <w:rsid w:val="004B3154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030E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86DAF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1DB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30DA"/>
    <w:rsid w:val="00824783"/>
    <w:rsid w:val="00824E01"/>
    <w:rsid w:val="00827229"/>
    <w:rsid w:val="008312DF"/>
    <w:rsid w:val="008344C3"/>
    <w:rsid w:val="008347CF"/>
    <w:rsid w:val="00835319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96C95"/>
    <w:rsid w:val="008A375C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C7FB1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DFA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D77B6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A64B6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EA3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A6E8F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43C76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BA4FF1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05EAF-A576-4DBB-9881-E94BF610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80</TotalTime>
  <Pages>1</Pages>
  <Words>284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三谷 航平</cp:lastModifiedBy>
  <cp:revision>57</cp:revision>
  <cp:lastPrinted>2020-01-22T05:31:00Z</cp:lastPrinted>
  <dcterms:created xsi:type="dcterms:W3CDTF">2020-01-22T03:01:00Z</dcterms:created>
  <dcterms:modified xsi:type="dcterms:W3CDTF">2025-12-23T02:18:00Z</dcterms:modified>
</cp:coreProperties>
</file>